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274E9" w14:textId="2B4B394C" w:rsidR="00C20390" w:rsidRPr="00F626C5" w:rsidRDefault="00F626C5" w:rsidP="00A2695F">
      <w:pPr>
        <w:jc w:val="center"/>
        <w:rPr>
          <w:b/>
          <w:bCs/>
          <w:sz w:val="32"/>
          <w:szCs w:val="28"/>
        </w:rPr>
      </w:pPr>
      <w:r w:rsidRPr="00A2695F">
        <w:rPr>
          <w:b/>
          <w:bCs/>
          <w:color w:val="EE0000"/>
          <w:sz w:val="32"/>
          <w:szCs w:val="28"/>
        </w:rPr>
        <w:t xml:space="preserve">KHUNG NĂNG LỰC SỐ  </w:t>
      </w:r>
      <w:r w:rsidR="00FA22E6">
        <w:rPr>
          <w:b/>
          <w:bCs/>
          <w:color w:val="EE0000"/>
          <w:sz w:val="32"/>
          <w:szCs w:val="28"/>
        </w:rPr>
        <w:t>CÔNG NGHỆ 9</w:t>
      </w:r>
      <w:r w:rsidRPr="00A2695F">
        <w:rPr>
          <w:b/>
          <w:bCs/>
          <w:color w:val="EE0000"/>
          <w:sz w:val="32"/>
          <w:szCs w:val="28"/>
        </w:rPr>
        <w:t>-KNTT</w:t>
      </w:r>
    </w:p>
    <w:p w14:paraId="12ACF319" w14:textId="77777777" w:rsidR="00F626C5" w:rsidRDefault="00F626C5"/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1"/>
        <w:gridCol w:w="1986"/>
        <w:gridCol w:w="2365"/>
        <w:gridCol w:w="1510"/>
        <w:gridCol w:w="1917"/>
      </w:tblGrid>
      <w:tr w:rsidR="00320352" w:rsidRPr="00320352" w14:paraId="01728AE5" w14:textId="77777777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8BB24A7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Mô đun/Chủ đề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E79D617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học cụ thể/Dự án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316E567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Hoạt động Công nghệ số điển hình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06B9156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Gợi ý Mã hóa NLS (TC2)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9B35FE4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Mô tả Năng lực số (Dựa theo Mã hóa NLS TC2)</w:t>
            </w:r>
          </w:p>
        </w:tc>
      </w:tr>
      <w:tr w:rsidR="00320352" w:rsidRPr="00320352" w14:paraId="04D125C8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247173C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I. ĐỊNH HƯỚNG NGHỀ NGHIỆP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C531A70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1-4: Nghề nghiệp/Thị trường lao động/Quy trình lựa chọn nghề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B29FE29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Tìm kiếm: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Tổ chức được các chiến lược tìm kiếm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thông tin chuyên sâu về thị trường lao động, các cơ hội việc làm, yêu cầu kĩ thuật của từng ngành nghề.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5084751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1.1.TC2d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9A4DD78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Tổ chức được các chiến lược tìm kiếm.</w:t>
            </w:r>
          </w:p>
        </w:tc>
      </w:tr>
      <w:tr w:rsidR="00320352" w:rsidRPr="00320352" w14:paraId="6E95C038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6A30D52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842EE50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5: Dự án: Tự đánh giá mức độ phù hợp của bản thân...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ABD3FA3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Tự đánh giá: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Đánh giá toàn diện NLS đã được phát triển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và đề xuất kế hoạch cải thiện NLS để phù hợp với định hướng nghề nghiệp.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93F427B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5.4.TC2a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AE64298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Đánh giá toàn diện NLS đã được phát triển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và đề xuất kế hoạch cải thiện và phát triển NLS.</w:t>
            </w:r>
          </w:p>
        </w:tc>
      </w:tr>
      <w:tr w:rsidR="00320352" w:rsidRPr="00320352" w14:paraId="0EE2C009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1FC200E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II. MÔ ĐUN CHẾ BIẾN THỰC PHẨM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066685E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5: Dự án: Tính toán chi phí bữa ăn theo thực đơn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3BEA93B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Cộng tác &amp; Tổ chức: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cộng tác trực tuyến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(bảng tính chung) để phối hợp tính toán, quản lý chi phí và lập thực đơn nhóm.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46F0710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5.1.TC2a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26EC75B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cộng tác trực tuyến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để phối hợp các dự án phức tạp hơn.</w:t>
            </w:r>
          </w:p>
        </w:tc>
      </w:tr>
      <w:tr w:rsidR="00320352" w:rsidRPr="00320352" w14:paraId="09645D3C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BEDC1CF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B30DFF0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6-7: Chế biến thực phẩm (có/không sử dụng nhiệt)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D0BEDCC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Sáng tạo: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phức tạp hơn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(phần mềm/app chỉnh sửa video) để tạo video hướng dẫn chế biến món ăn chất lượng cao, có phụ đề, hiệu ứng.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DAEB5BA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3.1.TC2b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27E7BE8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phức tạp hơn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để tạo nội dung đa phương tiện.</w:t>
            </w:r>
          </w:p>
        </w:tc>
      </w:tr>
      <w:tr w:rsidR="00320352" w:rsidRPr="00320352" w14:paraId="38D0217B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A597420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lastRenderedPageBreak/>
              <w:t>III. MÔ ĐUN LẮP ĐẶT MẠNG ĐIỆN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4C8EBB6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3: Thiết kế mạng điện trong nhà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B0750CD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Phân tích: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Thực hiện phân tích, diễn giải và đánh giá được dữ liệu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từ các nguồn thông tin, tiêu chuẩn kĩ thuật (ví dụ: công suất, tiết diện dây) để lên phương án thiết kế tối ưu.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2B39E57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1.2.TC2b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FCE4F97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Thực hiện phân tích, diễn giải và đánh giá được dữ liệu, thông tin và nội dung số.</w:t>
            </w:r>
          </w:p>
        </w:tc>
      </w:tr>
      <w:tr w:rsidR="00320352" w:rsidRPr="00320352" w14:paraId="02D50F38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3A14C6B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DFD6B73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5: Tính toán chi phí mạng điện trong nhà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E101F06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Tổ chức: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tạo ra các sơ đồ, đồ thị, biểu đồ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(ví dụ: vẽ sơ đồ mạch điện, biểu đồ chi phí) để trực quan hóa dữ liệu.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B8319F2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2.2.TC2a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F8740FC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số để tạo ra các sơ đồ, đồ thị, biểu đồ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để thể hiện ý tưởng.</w:t>
            </w:r>
          </w:p>
        </w:tc>
      </w:tr>
      <w:tr w:rsidR="00320352" w:rsidRPr="00320352" w14:paraId="7C576C06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2B57AA3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72E87E6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6: Thực hành: Lắp đặt mạng điện trong nhà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F205460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An toàn số &amp; Đạo đức: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Tuân thủ các quy tắc ứng xử phù hợp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và </w:t>
            </w: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bảo vệ được dữ liệu cá nhân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khi chia sẻ hình ảnh, video thực hành lắp đặt điện ra công chúng.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651CE33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4.3.TC2a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B6066E0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Tuân thủ các quy tắc ứng xử phù hợp.</w:t>
            </w:r>
          </w:p>
        </w:tc>
      </w:tr>
      <w:tr w:rsidR="00320352" w:rsidRPr="00320352" w14:paraId="1F6B222C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0D81B6A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IV. MÔ ĐUN TRỒNG CÂY ĂN QUẢ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DA08773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3-6: Kĩ thuật trồng và chăm sóc cây ăn quả (nhãn, xoài, sầu riêng...)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2792DBA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Xử lí vấn đề &amp; Đổi mới: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Phân biệt được các công cụ và công nghệ số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(cảm biến, app nông nghiệp thông minh) có thể được sử dụng để </w:t>
            </w: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đổi mới quy trình và sản phẩm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trồng trọt.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DDC2871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5.3.TC2b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20831CB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Phân biệt được các công cụ và công nghệ số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có thể được sử dụng để tạo ra kiến thức và đổi mới quy trình và sản phẩm.</w:t>
            </w:r>
          </w:p>
        </w:tc>
      </w:tr>
      <w:tr w:rsidR="00320352" w:rsidRPr="00320352" w14:paraId="5EBE931D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C0ABB43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2BEEBE7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Toàn bộ Mô đun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16CF2C8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Ứng dụng AI: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Tối ưu hóa việc sử dụng các công cụ AI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(ví dụ: app chẩn đoán sâu bệnh, công cụ dự báo thời tiết) </w:t>
            </w: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để đạt hiệu quả cao hơn</w:t>
            </w:r>
            <w:r w:rsidRPr="00320352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trong quá trình trồng và chăm sóc.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BAAB1DA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6.2.TC2a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E75F82D" w14:textId="77777777" w:rsidR="00320352" w:rsidRPr="00320352" w:rsidRDefault="00320352" w:rsidP="00320352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320352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Tối ưu hóa việc sử dụng các công cụ AI để đạt hiệu quả cao hơn.</w:t>
            </w:r>
          </w:p>
        </w:tc>
      </w:tr>
    </w:tbl>
    <w:p w14:paraId="06509F1A" w14:textId="77777777" w:rsidR="00F626C5" w:rsidRDefault="00F626C5"/>
    <w:sectPr w:rsidR="00F626C5" w:rsidSect="00403788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6C5"/>
    <w:rsid w:val="000238C0"/>
    <w:rsid w:val="00062969"/>
    <w:rsid w:val="000F3CEB"/>
    <w:rsid w:val="0016598F"/>
    <w:rsid w:val="001F4F1A"/>
    <w:rsid w:val="0023333F"/>
    <w:rsid w:val="00245781"/>
    <w:rsid w:val="00320352"/>
    <w:rsid w:val="003A2AC7"/>
    <w:rsid w:val="00403788"/>
    <w:rsid w:val="006F01C1"/>
    <w:rsid w:val="00713C79"/>
    <w:rsid w:val="00787980"/>
    <w:rsid w:val="007D384F"/>
    <w:rsid w:val="007F3458"/>
    <w:rsid w:val="00827655"/>
    <w:rsid w:val="00867702"/>
    <w:rsid w:val="009374AE"/>
    <w:rsid w:val="009524AF"/>
    <w:rsid w:val="00984DFD"/>
    <w:rsid w:val="00A2695F"/>
    <w:rsid w:val="00A4075B"/>
    <w:rsid w:val="00A843CE"/>
    <w:rsid w:val="00BC690F"/>
    <w:rsid w:val="00C20390"/>
    <w:rsid w:val="00D047D9"/>
    <w:rsid w:val="00D10091"/>
    <w:rsid w:val="00E03116"/>
    <w:rsid w:val="00E20EF2"/>
    <w:rsid w:val="00E96054"/>
    <w:rsid w:val="00F42AEF"/>
    <w:rsid w:val="00F626C5"/>
    <w:rsid w:val="00F8291B"/>
    <w:rsid w:val="00F868D5"/>
    <w:rsid w:val="00FA22E6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A6F2C7"/>
  <w15:chartTrackingRefBased/>
  <w15:docId w15:val="{6F7B4D63-24FC-44DD-B3B2-1872629F0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</w:style>
  <w:style w:type="paragraph" w:styleId="u1">
    <w:name w:val="heading 1"/>
    <w:basedOn w:val="Binhthng"/>
    <w:next w:val="Binhthng"/>
    <w:link w:val="u1Char"/>
    <w:uiPriority w:val="9"/>
    <w:qFormat/>
    <w:rsid w:val="00F626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u2">
    <w:name w:val="heading 2"/>
    <w:basedOn w:val="Binhthng"/>
    <w:next w:val="Binhthng"/>
    <w:link w:val="u2Char"/>
    <w:uiPriority w:val="9"/>
    <w:semiHidden/>
    <w:unhideWhenUsed/>
    <w:qFormat/>
    <w:rsid w:val="00F626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u3">
    <w:name w:val="heading 3"/>
    <w:basedOn w:val="Binhthng"/>
    <w:next w:val="Binhthng"/>
    <w:link w:val="u3Char"/>
    <w:uiPriority w:val="9"/>
    <w:semiHidden/>
    <w:unhideWhenUsed/>
    <w:qFormat/>
    <w:rsid w:val="00F626C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u4">
    <w:name w:val="heading 4"/>
    <w:basedOn w:val="Binhthng"/>
    <w:next w:val="Binhthng"/>
    <w:link w:val="u4Char"/>
    <w:uiPriority w:val="9"/>
    <w:semiHidden/>
    <w:unhideWhenUsed/>
    <w:qFormat/>
    <w:rsid w:val="00F626C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u5">
    <w:name w:val="heading 5"/>
    <w:basedOn w:val="Binhthng"/>
    <w:next w:val="Binhthng"/>
    <w:link w:val="u5Char"/>
    <w:uiPriority w:val="9"/>
    <w:semiHidden/>
    <w:unhideWhenUsed/>
    <w:qFormat/>
    <w:rsid w:val="00F626C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u6">
    <w:name w:val="heading 6"/>
    <w:basedOn w:val="Binhthng"/>
    <w:next w:val="Binhthng"/>
    <w:link w:val="u6Char"/>
    <w:uiPriority w:val="9"/>
    <w:semiHidden/>
    <w:unhideWhenUsed/>
    <w:qFormat/>
    <w:rsid w:val="00F626C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u7">
    <w:name w:val="heading 7"/>
    <w:basedOn w:val="Binhthng"/>
    <w:next w:val="Binhthng"/>
    <w:link w:val="u7Char"/>
    <w:uiPriority w:val="9"/>
    <w:semiHidden/>
    <w:unhideWhenUsed/>
    <w:qFormat/>
    <w:rsid w:val="00F626C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u8">
    <w:name w:val="heading 8"/>
    <w:basedOn w:val="Binhthng"/>
    <w:next w:val="Binhthng"/>
    <w:link w:val="u8Char"/>
    <w:uiPriority w:val="9"/>
    <w:semiHidden/>
    <w:unhideWhenUsed/>
    <w:qFormat/>
    <w:rsid w:val="00F626C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u9">
    <w:name w:val="heading 9"/>
    <w:basedOn w:val="Binhthng"/>
    <w:next w:val="Binhthng"/>
    <w:link w:val="u9Char"/>
    <w:uiPriority w:val="9"/>
    <w:semiHidden/>
    <w:unhideWhenUsed/>
    <w:qFormat/>
    <w:rsid w:val="00F626C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character" w:customStyle="1" w:styleId="u1Char">
    <w:name w:val="Đầu đề 1 Char"/>
    <w:basedOn w:val="Phngmcinhcuaoanvn"/>
    <w:link w:val="u1"/>
    <w:uiPriority w:val="9"/>
    <w:rsid w:val="00F626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u2Char">
    <w:name w:val="Đầu đề 2 Char"/>
    <w:basedOn w:val="Phngmcinhcuaoanvn"/>
    <w:link w:val="u2"/>
    <w:uiPriority w:val="9"/>
    <w:semiHidden/>
    <w:rsid w:val="00F626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3Char">
    <w:name w:val="Đầu đề 3 Char"/>
    <w:basedOn w:val="Phngmcinhcuaoanvn"/>
    <w:link w:val="u3"/>
    <w:uiPriority w:val="9"/>
    <w:semiHidden/>
    <w:rsid w:val="00F626C5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u4Char">
    <w:name w:val="Đầu đề 4 Char"/>
    <w:basedOn w:val="Phngmcinhcuaoanvn"/>
    <w:link w:val="u4"/>
    <w:uiPriority w:val="9"/>
    <w:semiHidden/>
    <w:rsid w:val="00F626C5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u5Char">
    <w:name w:val="Đầu đề 5 Char"/>
    <w:basedOn w:val="Phngmcinhcuaoanvn"/>
    <w:link w:val="u5"/>
    <w:uiPriority w:val="9"/>
    <w:semiHidden/>
    <w:rsid w:val="00F626C5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u6Char">
    <w:name w:val="Đầu đề 6 Char"/>
    <w:basedOn w:val="Phngmcinhcuaoanvn"/>
    <w:link w:val="u6"/>
    <w:uiPriority w:val="9"/>
    <w:semiHidden/>
    <w:rsid w:val="00F626C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u7Char">
    <w:name w:val="Đầu đề 7 Char"/>
    <w:basedOn w:val="Phngmcinhcuaoanvn"/>
    <w:link w:val="u7"/>
    <w:uiPriority w:val="9"/>
    <w:semiHidden/>
    <w:rsid w:val="00F626C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u8Char">
    <w:name w:val="Đầu đề 8 Char"/>
    <w:basedOn w:val="Phngmcinhcuaoanvn"/>
    <w:link w:val="u8"/>
    <w:uiPriority w:val="9"/>
    <w:semiHidden/>
    <w:rsid w:val="00F626C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u9Char">
    <w:name w:val="Đầu đề 9 Char"/>
    <w:basedOn w:val="Phngmcinhcuaoanvn"/>
    <w:link w:val="u9"/>
    <w:uiPriority w:val="9"/>
    <w:semiHidden/>
    <w:rsid w:val="00F626C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u">
    <w:name w:val="Title"/>
    <w:basedOn w:val="Binhthng"/>
    <w:next w:val="Binhthng"/>
    <w:link w:val="TiuChar"/>
    <w:uiPriority w:val="10"/>
    <w:qFormat/>
    <w:rsid w:val="00F626C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uChar">
    <w:name w:val="Tiêu đề Char"/>
    <w:basedOn w:val="Phngmcinhcuaoanvn"/>
    <w:link w:val="Tiu"/>
    <w:uiPriority w:val="10"/>
    <w:rsid w:val="00F626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uphu">
    <w:name w:val="Subtitle"/>
    <w:basedOn w:val="Binhthng"/>
    <w:next w:val="Binhthng"/>
    <w:link w:val="TiuphuChar"/>
    <w:uiPriority w:val="11"/>
    <w:qFormat/>
    <w:rsid w:val="00F626C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TiuphuChar">
    <w:name w:val="Tiêu đề phụ Char"/>
    <w:basedOn w:val="Phngmcinhcuaoanvn"/>
    <w:link w:val="Tiuphu"/>
    <w:uiPriority w:val="11"/>
    <w:rsid w:val="00F626C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Litrichdn">
    <w:name w:val="Quote"/>
    <w:basedOn w:val="Binhthng"/>
    <w:next w:val="Binhthng"/>
    <w:link w:val="LitrichdnChar"/>
    <w:uiPriority w:val="29"/>
    <w:qFormat/>
    <w:rsid w:val="00F626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LitrichdnChar">
    <w:name w:val="Lời trích dẫn Char"/>
    <w:basedOn w:val="Phngmcinhcuaoanvn"/>
    <w:link w:val="Litrichdn"/>
    <w:uiPriority w:val="29"/>
    <w:rsid w:val="00F626C5"/>
    <w:rPr>
      <w:i/>
      <w:iCs/>
      <w:color w:val="404040" w:themeColor="text1" w:themeTint="BF"/>
    </w:rPr>
  </w:style>
  <w:style w:type="paragraph" w:styleId="oancuaDanhsach">
    <w:name w:val="List Paragraph"/>
    <w:basedOn w:val="Binhthng"/>
    <w:uiPriority w:val="34"/>
    <w:qFormat/>
    <w:rsid w:val="00F626C5"/>
    <w:pPr>
      <w:ind w:left="720"/>
      <w:contextualSpacing/>
    </w:pPr>
  </w:style>
  <w:style w:type="character" w:styleId="NhnmnhThm">
    <w:name w:val="Intense Emphasis"/>
    <w:basedOn w:val="Phngmcinhcuaoanvn"/>
    <w:uiPriority w:val="21"/>
    <w:qFormat/>
    <w:rsid w:val="00F626C5"/>
    <w:rPr>
      <w:i/>
      <w:iCs/>
      <w:color w:val="2F5496" w:themeColor="accent1" w:themeShade="BF"/>
    </w:rPr>
  </w:style>
  <w:style w:type="paragraph" w:styleId="Nhaykepm">
    <w:name w:val="Intense Quote"/>
    <w:basedOn w:val="Binhthng"/>
    <w:next w:val="Binhthng"/>
    <w:link w:val="NhaykepmChar"/>
    <w:uiPriority w:val="30"/>
    <w:qFormat/>
    <w:rsid w:val="00F626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haykepmChar">
    <w:name w:val="Nháy kép Đậm Char"/>
    <w:basedOn w:val="Phngmcinhcuaoanvn"/>
    <w:link w:val="Nhaykepm"/>
    <w:uiPriority w:val="30"/>
    <w:rsid w:val="00F626C5"/>
    <w:rPr>
      <w:i/>
      <w:iCs/>
      <w:color w:val="2F5496" w:themeColor="accent1" w:themeShade="BF"/>
    </w:rPr>
  </w:style>
  <w:style w:type="character" w:styleId="ThamchiuNhnmnh">
    <w:name w:val="Intense Reference"/>
    <w:basedOn w:val="Phngmcinhcuaoanvn"/>
    <w:uiPriority w:val="32"/>
    <w:qFormat/>
    <w:rsid w:val="00F626C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ND\DBM_NND\DB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DBM</Template>
  <TotalTime>1</TotalTime>
  <Pages>3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Xuân Hùng - DTNT Đơn Dương</dc:creator>
  <cp:keywords/>
  <dc:description/>
  <cp:lastModifiedBy>Xuân Hùng - DTNT Đơn Dương</cp:lastModifiedBy>
  <cp:revision>4</cp:revision>
  <dcterms:created xsi:type="dcterms:W3CDTF">2025-10-30T02:22:00Z</dcterms:created>
  <dcterms:modified xsi:type="dcterms:W3CDTF">2025-10-30T02:25:00Z</dcterms:modified>
</cp:coreProperties>
</file>